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D12" w:rsidRDefault="003751E4">
      <w:r>
        <w:rPr>
          <w:rFonts w:hint="eastAsia"/>
        </w:rPr>
        <w:t>（別紙様式１）</w:t>
      </w:r>
    </w:p>
    <w:p w:rsidR="003751E4" w:rsidRDefault="00317F1F" w:rsidP="003751E4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3751E4">
        <w:rPr>
          <w:rFonts w:hint="eastAsia"/>
        </w:rPr>
        <w:t xml:space="preserve">　　年　　月　　日</w:t>
      </w:r>
    </w:p>
    <w:p w:rsidR="003751E4" w:rsidRDefault="003751E4"/>
    <w:p w:rsidR="003751E4" w:rsidRPr="003751E4" w:rsidRDefault="003751E4" w:rsidP="003751E4">
      <w:pPr>
        <w:jc w:val="center"/>
        <w:rPr>
          <w:sz w:val="28"/>
          <w:lang w:eastAsia="zh-TW"/>
        </w:rPr>
      </w:pPr>
      <w:r w:rsidRPr="003751E4">
        <w:rPr>
          <w:rFonts w:hint="eastAsia"/>
          <w:sz w:val="28"/>
          <w:lang w:eastAsia="zh-TW"/>
        </w:rPr>
        <w:t>博士論文草稿内見願</w:t>
      </w:r>
    </w:p>
    <w:p w:rsidR="003751E4" w:rsidRDefault="003751E4">
      <w:pPr>
        <w:rPr>
          <w:lang w:eastAsia="zh-TW"/>
        </w:rPr>
      </w:pPr>
    </w:p>
    <w:p w:rsidR="003751E4" w:rsidRDefault="003751E4">
      <w:pPr>
        <w:rPr>
          <w:lang w:eastAsia="zh-TW"/>
        </w:rPr>
      </w:pPr>
      <w:r>
        <w:rPr>
          <w:rFonts w:hint="eastAsia"/>
          <w:lang w:eastAsia="zh-TW"/>
        </w:rPr>
        <w:t>工学系研究科長　様</w:t>
      </w:r>
    </w:p>
    <w:p w:rsidR="003751E4" w:rsidRDefault="003751E4">
      <w:pPr>
        <w:rPr>
          <w:lang w:eastAsia="zh-TW"/>
        </w:rPr>
      </w:pPr>
    </w:p>
    <w:p w:rsidR="003751E4" w:rsidRDefault="003751E4" w:rsidP="003751E4">
      <w:pPr>
        <w:ind w:leftChars="1957" w:left="4110"/>
        <w:rPr>
          <w:lang w:eastAsia="zh-TW"/>
        </w:rPr>
      </w:pPr>
      <w:r>
        <w:rPr>
          <w:rFonts w:hint="eastAsia"/>
          <w:lang w:eastAsia="zh-TW"/>
        </w:rPr>
        <w:t>申請希望者氏名</w:t>
      </w:r>
    </w:p>
    <w:p w:rsidR="003751E4" w:rsidRDefault="003751E4" w:rsidP="003751E4">
      <w:pPr>
        <w:ind w:leftChars="1957" w:left="4110"/>
        <w:rPr>
          <w:lang w:eastAsia="zh-TW"/>
        </w:rPr>
      </w:pPr>
      <w:r>
        <w:rPr>
          <w:rFonts w:hint="eastAsia"/>
          <w:lang w:eastAsia="zh-TW"/>
        </w:rPr>
        <w:t>住所</w:t>
      </w:r>
    </w:p>
    <w:p w:rsidR="003751E4" w:rsidRDefault="003751E4" w:rsidP="003751E4">
      <w:pPr>
        <w:ind w:leftChars="1957" w:left="4110"/>
        <w:rPr>
          <w:lang w:eastAsia="zh-TW"/>
        </w:rPr>
      </w:pPr>
      <w:r>
        <w:rPr>
          <w:rFonts w:hint="eastAsia"/>
          <w:lang w:eastAsia="zh-TW"/>
        </w:rPr>
        <w:t>連絡先</w:t>
      </w:r>
    </w:p>
    <w:p w:rsidR="003751E4" w:rsidRDefault="003751E4">
      <w:pPr>
        <w:rPr>
          <w:lang w:eastAsia="zh-TW"/>
        </w:rPr>
      </w:pPr>
    </w:p>
    <w:p w:rsidR="003751E4" w:rsidRDefault="003751E4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博士論文の草稿等を下記のとおり博士論文受理教授・内見受理教授に提出し，学位の申請を希望します。</w:t>
      </w:r>
    </w:p>
    <w:p w:rsidR="003751E4" w:rsidRDefault="003751E4"/>
    <w:p w:rsidR="003751E4" w:rsidRDefault="003751E4" w:rsidP="003751E4">
      <w:pPr>
        <w:jc w:val="center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3751E4" w:rsidRDefault="003751E4">
      <w:pPr>
        <w:rPr>
          <w:lang w:eastAsia="zh-TW"/>
        </w:rPr>
      </w:pPr>
    </w:p>
    <w:p w:rsidR="003751E4" w:rsidRDefault="003751E4">
      <w:pPr>
        <w:rPr>
          <w:lang w:eastAsia="zh-TW"/>
        </w:rPr>
      </w:pPr>
      <w:r>
        <w:rPr>
          <w:rFonts w:hint="eastAsia"/>
          <w:lang w:eastAsia="zh-TW"/>
        </w:rPr>
        <w:t>博士論文（草稿）題目</w:t>
      </w:r>
    </w:p>
    <w:p w:rsidR="003751E4" w:rsidRDefault="003751E4">
      <w:pPr>
        <w:rPr>
          <w:lang w:eastAsia="zh-TW"/>
        </w:rPr>
      </w:pPr>
    </w:p>
    <w:p w:rsidR="003751E4" w:rsidRDefault="003751E4">
      <w:r>
        <w:rPr>
          <w:rFonts w:hint="eastAsia"/>
        </w:rPr>
        <w:t>博士論文受理教授・内見受理教授氏名</w:t>
      </w:r>
    </w:p>
    <w:p w:rsidR="003751E4" w:rsidRDefault="003751E4"/>
    <w:p w:rsidR="003751E4" w:rsidRDefault="003751E4">
      <w:pPr>
        <w:rPr>
          <w:lang w:eastAsia="zh-TW"/>
        </w:rPr>
      </w:pPr>
      <w:r>
        <w:rPr>
          <w:rFonts w:hint="eastAsia"/>
          <w:lang w:eastAsia="zh-TW"/>
        </w:rPr>
        <w:t>博士論文（草稿）等提出日</w:t>
      </w:r>
    </w:p>
    <w:p w:rsidR="003751E4" w:rsidRDefault="003751E4">
      <w:pPr>
        <w:rPr>
          <w:lang w:eastAsia="zh-TW"/>
        </w:rPr>
      </w:pPr>
    </w:p>
    <w:p w:rsidR="003751E4" w:rsidRDefault="003751E4">
      <w:r>
        <w:rPr>
          <w:rFonts w:hint="eastAsia"/>
        </w:rPr>
        <w:t>希望する学位の種類</w:t>
      </w:r>
    </w:p>
    <w:sectPr w:rsidR="00375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E4"/>
    <w:rsid w:val="00317F1F"/>
    <w:rsid w:val="003751E4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31679"/>
  <w15:chartTrackingRefBased/>
  <w15:docId w15:val="{3F0E3C77-2286-453A-AF7D-35BB0F1C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751E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751E4"/>
  </w:style>
  <w:style w:type="paragraph" w:styleId="a5">
    <w:name w:val="Closing"/>
    <w:basedOn w:val="a"/>
    <w:link w:val="a6"/>
    <w:uiPriority w:val="99"/>
    <w:semiHidden/>
    <w:unhideWhenUsed/>
    <w:rsid w:val="003751E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75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257AB377.dotm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主藤　聡一</dc:creator>
  <cp:keywords/>
  <dc:description/>
  <cp:lastModifiedBy>原田　祐有</cp:lastModifiedBy>
  <cp:revision>2</cp:revision>
  <dcterms:created xsi:type="dcterms:W3CDTF">2016-11-02T08:20:00Z</dcterms:created>
  <dcterms:modified xsi:type="dcterms:W3CDTF">2019-09-25T01:37:00Z</dcterms:modified>
</cp:coreProperties>
</file>